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71004">
      <w:pPr>
        <w:pStyle w:val="3"/>
        <w:keepNext w:val="0"/>
        <w:keepLines w:val="0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</w:t>
      </w:r>
    </w:p>
    <w:p w14:paraId="18D3BEAD">
      <w:pPr>
        <w:pStyle w:val="3"/>
        <w:keepNext w:val="0"/>
        <w:keepLines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  价  函</w:t>
      </w:r>
    </w:p>
    <w:p w14:paraId="75895A7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2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bookmarkStart w:id="0" w:name="_Toc626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致：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海南热带海洋学院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lang w:eastAsia="zh-CN"/>
        </w:rPr>
        <w:t xml:space="preserve"> </w:t>
      </w:r>
    </w:p>
    <w:p w14:paraId="6AAD9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仔细阅读并全面研究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eastAsia="zh-CN"/>
        </w:rPr>
        <w:t>海南热带海洋学院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>三亚校区行政楼南侧地块改造项目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施工单位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比选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，决定参与本项目。</w:t>
      </w:r>
    </w:p>
    <w:p w14:paraId="73D43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我方愿意以人民币（大写）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）的总报价，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日历天，按合同约定实施和完成承包工程，修补工程中的任何缺陷，工程质量达到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合格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3E43FF9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如果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我司</w:t>
      </w:r>
      <w:r>
        <w:rPr>
          <w:rFonts w:hint="eastAsia" w:ascii="仿宋_GB2312" w:hAnsi="仿宋_GB2312" w:eastAsia="仿宋_GB2312" w:cs="仿宋_GB2312"/>
          <w:sz w:val="32"/>
          <w:szCs w:val="32"/>
        </w:rPr>
        <w:t>被授予合同，我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将严格履行合同规定的责任和义务，保证按期、按质、按量完成合同义务。</w:t>
      </w:r>
    </w:p>
    <w:p w14:paraId="594D62C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3.我司承诺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所有文件是真实的和正确的。</w:t>
      </w:r>
    </w:p>
    <w:p w14:paraId="2020D281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.我司如用虚假材料或恶意方式向贵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提出质疑，将承担相应的法律责任。</w:t>
      </w:r>
    </w:p>
    <w:p w14:paraId="280ABADB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0A63C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5BD0BE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71AD1A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79BE18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26CEF8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供应商：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（填写名称并盖章）</w:t>
      </w:r>
    </w:p>
    <w:p w14:paraId="3DA869F4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（签字或盖章）</w:t>
      </w:r>
    </w:p>
    <w:p w14:paraId="101B2E5F"/>
    <w:p w14:paraId="6E14BDF3">
      <w:pPr>
        <w:pStyle w:val="2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2544A7F">
      <w:pPr>
        <w:pStyle w:val="2"/>
        <w:rPr>
          <w:rFonts w:hint="default"/>
          <w:lang w:val="en-US" w:eastAsia="zh-CN"/>
        </w:rPr>
      </w:pPr>
    </w:p>
    <w:sectPr>
      <w:pgSz w:w="11906" w:h="16838"/>
      <w:pgMar w:top="1701" w:right="1474" w:bottom="1134" w:left="1587" w:header="851" w:footer="992" w:gutter="0"/>
      <w:pgNumType w:fmt="numberInDash" w:start="2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RiZjZlMWY0NzEyNzIyZDhhNWEwN2YxYWQ5Y2U5NTUifQ=="/>
  </w:docVars>
  <w:rsids>
    <w:rsidRoot w:val="6CFC6E68"/>
    <w:rsid w:val="00007765"/>
    <w:rsid w:val="0001797E"/>
    <w:rsid w:val="00037FCE"/>
    <w:rsid w:val="000516D9"/>
    <w:rsid w:val="00064475"/>
    <w:rsid w:val="00073488"/>
    <w:rsid w:val="00097AAD"/>
    <w:rsid w:val="000A2D5A"/>
    <w:rsid w:val="000B0C62"/>
    <w:rsid w:val="000D17CA"/>
    <w:rsid w:val="000D501C"/>
    <w:rsid w:val="000D6B17"/>
    <w:rsid w:val="000D6F29"/>
    <w:rsid w:val="000E262E"/>
    <w:rsid w:val="001241FC"/>
    <w:rsid w:val="0013225C"/>
    <w:rsid w:val="00134B25"/>
    <w:rsid w:val="00161752"/>
    <w:rsid w:val="00163329"/>
    <w:rsid w:val="00165C18"/>
    <w:rsid w:val="00166407"/>
    <w:rsid w:val="00173A43"/>
    <w:rsid w:val="001751BF"/>
    <w:rsid w:val="001A7E21"/>
    <w:rsid w:val="001C204A"/>
    <w:rsid w:val="001F080A"/>
    <w:rsid w:val="002073BF"/>
    <w:rsid w:val="00215995"/>
    <w:rsid w:val="00220B69"/>
    <w:rsid w:val="00230671"/>
    <w:rsid w:val="002438EA"/>
    <w:rsid w:val="00246EBA"/>
    <w:rsid w:val="002520AE"/>
    <w:rsid w:val="00261AFB"/>
    <w:rsid w:val="00261E32"/>
    <w:rsid w:val="00280CE1"/>
    <w:rsid w:val="002832B3"/>
    <w:rsid w:val="002868B1"/>
    <w:rsid w:val="00290549"/>
    <w:rsid w:val="002907BC"/>
    <w:rsid w:val="00291C54"/>
    <w:rsid w:val="00293BA4"/>
    <w:rsid w:val="002A4502"/>
    <w:rsid w:val="002A7645"/>
    <w:rsid w:val="002D0E46"/>
    <w:rsid w:val="002E0F4B"/>
    <w:rsid w:val="002F63F4"/>
    <w:rsid w:val="00312DB2"/>
    <w:rsid w:val="00335645"/>
    <w:rsid w:val="00347722"/>
    <w:rsid w:val="0036632E"/>
    <w:rsid w:val="00367EDF"/>
    <w:rsid w:val="00377D7F"/>
    <w:rsid w:val="003B29ED"/>
    <w:rsid w:val="003B4886"/>
    <w:rsid w:val="003C2835"/>
    <w:rsid w:val="003C45FA"/>
    <w:rsid w:val="003F581D"/>
    <w:rsid w:val="0040203F"/>
    <w:rsid w:val="004047D4"/>
    <w:rsid w:val="00414F55"/>
    <w:rsid w:val="00426560"/>
    <w:rsid w:val="00457018"/>
    <w:rsid w:val="00462E0F"/>
    <w:rsid w:val="00481C25"/>
    <w:rsid w:val="00494235"/>
    <w:rsid w:val="00497B3E"/>
    <w:rsid w:val="004B0CBD"/>
    <w:rsid w:val="004D3E51"/>
    <w:rsid w:val="004D621D"/>
    <w:rsid w:val="004E4D26"/>
    <w:rsid w:val="005033DA"/>
    <w:rsid w:val="00507F00"/>
    <w:rsid w:val="00514A27"/>
    <w:rsid w:val="00523848"/>
    <w:rsid w:val="00526AC2"/>
    <w:rsid w:val="00534D31"/>
    <w:rsid w:val="00551783"/>
    <w:rsid w:val="00581AC8"/>
    <w:rsid w:val="0059483E"/>
    <w:rsid w:val="00597D79"/>
    <w:rsid w:val="005A6662"/>
    <w:rsid w:val="005C0436"/>
    <w:rsid w:val="005D071C"/>
    <w:rsid w:val="00601BB9"/>
    <w:rsid w:val="00606B0F"/>
    <w:rsid w:val="00612B7B"/>
    <w:rsid w:val="006329EE"/>
    <w:rsid w:val="006340BD"/>
    <w:rsid w:val="0063563C"/>
    <w:rsid w:val="00643431"/>
    <w:rsid w:val="006503A5"/>
    <w:rsid w:val="006509F4"/>
    <w:rsid w:val="00654D4A"/>
    <w:rsid w:val="006610D5"/>
    <w:rsid w:val="006934CC"/>
    <w:rsid w:val="006A01E9"/>
    <w:rsid w:val="006E0FA4"/>
    <w:rsid w:val="006E649E"/>
    <w:rsid w:val="006F5A27"/>
    <w:rsid w:val="0072426E"/>
    <w:rsid w:val="007278FD"/>
    <w:rsid w:val="0073085B"/>
    <w:rsid w:val="00733EFE"/>
    <w:rsid w:val="00737A04"/>
    <w:rsid w:val="00744DB1"/>
    <w:rsid w:val="00755759"/>
    <w:rsid w:val="00765A45"/>
    <w:rsid w:val="00774945"/>
    <w:rsid w:val="00781C41"/>
    <w:rsid w:val="007B0F73"/>
    <w:rsid w:val="007B481D"/>
    <w:rsid w:val="0081049A"/>
    <w:rsid w:val="008343AA"/>
    <w:rsid w:val="00844471"/>
    <w:rsid w:val="00851283"/>
    <w:rsid w:val="00854674"/>
    <w:rsid w:val="00870E30"/>
    <w:rsid w:val="008749E5"/>
    <w:rsid w:val="00886764"/>
    <w:rsid w:val="00897444"/>
    <w:rsid w:val="008A17BA"/>
    <w:rsid w:val="008A39F9"/>
    <w:rsid w:val="008B6477"/>
    <w:rsid w:val="008C7080"/>
    <w:rsid w:val="008D6016"/>
    <w:rsid w:val="008F3C0B"/>
    <w:rsid w:val="00904771"/>
    <w:rsid w:val="0091097C"/>
    <w:rsid w:val="00927168"/>
    <w:rsid w:val="00950AC6"/>
    <w:rsid w:val="00953351"/>
    <w:rsid w:val="00953B7A"/>
    <w:rsid w:val="00957927"/>
    <w:rsid w:val="00962C8B"/>
    <w:rsid w:val="0096406C"/>
    <w:rsid w:val="00966B57"/>
    <w:rsid w:val="009835F3"/>
    <w:rsid w:val="009B3C54"/>
    <w:rsid w:val="009B6B0C"/>
    <w:rsid w:val="009C7D26"/>
    <w:rsid w:val="009E6E2A"/>
    <w:rsid w:val="009F4CC8"/>
    <w:rsid w:val="00A15C17"/>
    <w:rsid w:val="00A25A7B"/>
    <w:rsid w:val="00A44DD8"/>
    <w:rsid w:val="00A457D3"/>
    <w:rsid w:val="00A525B7"/>
    <w:rsid w:val="00A67D84"/>
    <w:rsid w:val="00A75B2C"/>
    <w:rsid w:val="00A760E8"/>
    <w:rsid w:val="00A914A4"/>
    <w:rsid w:val="00A93340"/>
    <w:rsid w:val="00AA0D5C"/>
    <w:rsid w:val="00AB2F46"/>
    <w:rsid w:val="00AB4F6D"/>
    <w:rsid w:val="00AC0027"/>
    <w:rsid w:val="00AC4C75"/>
    <w:rsid w:val="00AD5993"/>
    <w:rsid w:val="00AE1F1D"/>
    <w:rsid w:val="00B12396"/>
    <w:rsid w:val="00B162E3"/>
    <w:rsid w:val="00B25C96"/>
    <w:rsid w:val="00B61188"/>
    <w:rsid w:val="00B65ECA"/>
    <w:rsid w:val="00B71B90"/>
    <w:rsid w:val="00B815D4"/>
    <w:rsid w:val="00B82648"/>
    <w:rsid w:val="00B97D94"/>
    <w:rsid w:val="00BA2F8D"/>
    <w:rsid w:val="00BB0ADF"/>
    <w:rsid w:val="00BB730D"/>
    <w:rsid w:val="00BC186B"/>
    <w:rsid w:val="00BC3E07"/>
    <w:rsid w:val="00BC5054"/>
    <w:rsid w:val="00BD35EE"/>
    <w:rsid w:val="00BD5117"/>
    <w:rsid w:val="00BE2060"/>
    <w:rsid w:val="00C12CC6"/>
    <w:rsid w:val="00C21F75"/>
    <w:rsid w:val="00C30442"/>
    <w:rsid w:val="00C429A8"/>
    <w:rsid w:val="00C56EE0"/>
    <w:rsid w:val="00C629E6"/>
    <w:rsid w:val="00C6537E"/>
    <w:rsid w:val="00C708E0"/>
    <w:rsid w:val="00CA053B"/>
    <w:rsid w:val="00CB1C55"/>
    <w:rsid w:val="00CB2224"/>
    <w:rsid w:val="00CD374D"/>
    <w:rsid w:val="00CE4E98"/>
    <w:rsid w:val="00CF0EEF"/>
    <w:rsid w:val="00D0101E"/>
    <w:rsid w:val="00D014F2"/>
    <w:rsid w:val="00D2459B"/>
    <w:rsid w:val="00D3422D"/>
    <w:rsid w:val="00D51C85"/>
    <w:rsid w:val="00D551FE"/>
    <w:rsid w:val="00D60F1A"/>
    <w:rsid w:val="00D64A31"/>
    <w:rsid w:val="00D72003"/>
    <w:rsid w:val="00D80871"/>
    <w:rsid w:val="00D87131"/>
    <w:rsid w:val="00D97621"/>
    <w:rsid w:val="00DC7E8E"/>
    <w:rsid w:val="00DF4EE8"/>
    <w:rsid w:val="00DF57C6"/>
    <w:rsid w:val="00E1772F"/>
    <w:rsid w:val="00E3744E"/>
    <w:rsid w:val="00E530BC"/>
    <w:rsid w:val="00E65AE7"/>
    <w:rsid w:val="00E66E89"/>
    <w:rsid w:val="00E71077"/>
    <w:rsid w:val="00EA458C"/>
    <w:rsid w:val="00EB27AE"/>
    <w:rsid w:val="00EB3398"/>
    <w:rsid w:val="00ED44C4"/>
    <w:rsid w:val="00EE4C31"/>
    <w:rsid w:val="00EE5B63"/>
    <w:rsid w:val="00EF08CE"/>
    <w:rsid w:val="00F02657"/>
    <w:rsid w:val="00F05CF8"/>
    <w:rsid w:val="00F3323F"/>
    <w:rsid w:val="00F3592E"/>
    <w:rsid w:val="00F36688"/>
    <w:rsid w:val="00F53282"/>
    <w:rsid w:val="00FC1DD7"/>
    <w:rsid w:val="00FF4F54"/>
    <w:rsid w:val="01293B40"/>
    <w:rsid w:val="014F68A0"/>
    <w:rsid w:val="02151ED8"/>
    <w:rsid w:val="03755B67"/>
    <w:rsid w:val="03F15092"/>
    <w:rsid w:val="03FA25AF"/>
    <w:rsid w:val="04567CE7"/>
    <w:rsid w:val="04697A1A"/>
    <w:rsid w:val="04BC68D3"/>
    <w:rsid w:val="04CE3D21"/>
    <w:rsid w:val="051625F9"/>
    <w:rsid w:val="053B7A62"/>
    <w:rsid w:val="05990E7E"/>
    <w:rsid w:val="05AB0657"/>
    <w:rsid w:val="05C800B0"/>
    <w:rsid w:val="06D27EB4"/>
    <w:rsid w:val="07513D93"/>
    <w:rsid w:val="07DA3608"/>
    <w:rsid w:val="07DE2D92"/>
    <w:rsid w:val="08A70B11"/>
    <w:rsid w:val="08B37E6A"/>
    <w:rsid w:val="08B9483B"/>
    <w:rsid w:val="08D02AE1"/>
    <w:rsid w:val="08E46081"/>
    <w:rsid w:val="091C30A5"/>
    <w:rsid w:val="092839D9"/>
    <w:rsid w:val="096C4AFF"/>
    <w:rsid w:val="09C7184D"/>
    <w:rsid w:val="09D75228"/>
    <w:rsid w:val="09F35D18"/>
    <w:rsid w:val="0A014602"/>
    <w:rsid w:val="0A8C192C"/>
    <w:rsid w:val="0A9B2718"/>
    <w:rsid w:val="0B1B6298"/>
    <w:rsid w:val="0B3C7F8F"/>
    <w:rsid w:val="0B4E7B72"/>
    <w:rsid w:val="0BCA5242"/>
    <w:rsid w:val="0C396EAA"/>
    <w:rsid w:val="0C3B4C08"/>
    <w:rsid w:val="0C430B50"/>
    <w:rsid w:val="0C7C7A5A"/>
    <w:rsid w:val="0C834A34"/>
    <w:rsid w:val="0CA631C1"/>
    <w:rsid w:val="0CD62395"/>
    <w:rsid w:val="0D3C0CFD"/>
    <w:rsid w:val="0D81461A"/>
    <w:rsid w:val="0D844E3A"/>
    <w:rsid w:val="0DD060AC"/>
    <w:rsid w:val="0EB54058"/>
    <w:rsid w:val="0F0477E8"/>
    <w:rsid w:val="0F213706"/>
    <w:rsid w:val="0F835C60"/>
    <w:rsid w:val="10CB7366"/>
    <w:rsid w:val="10E12716"/>
    <w:rsid w:val="118C3968"/>
    <w:rsid w:val="11E20E0C"/>
    <w:rsid w:val="1205735F"/>
    <w:rsid w:val="126E749D"/>
    <w:rsid w:val="12754560"/>
    <w:rsid w:val="12BF29FA"/>
    <w:rsid w:val="12D977A9"/>
    <w:rsid w:val="13043DA6"/>
    <w:rsid w:val="134660EA"/>
    <w:rsid w:val="134E6AD5"/>
    <w:rsid w:val="13511EF7"/>
    <w:rsid w:val="13B660AC"/>
    <w:rsid w:val="14360F26"/>
    <w:rsid w:val="14667A00"/>
    <w:rsid w:val="147A3667"/>
    <w:rsid w:val="149E4F03"/>
    <w:rsid w:val="14ED3AB3"/>
    <w:rsid w:val="156C274C"/>
    <w:rsid w:val="15853757"/>
    <w:rsid w:val="16625EEC"/>
    <w:rsid w:val="16832074"/>
    <w:rsid w:val="16D50F3F"/>
    <w:rsid w:val="176F1192"/>
    <w:rsid w:val="1792732B"/>
    <w:rsid w:val="17B126C2"/>
    <w:rsid w:val="17B929AE"/>
    <w:rsid w:val="17FA039B"/>
    <w:rsid w:val="186803E2"/>
    <w:rsid w:val="18710C15"/>
    <w:rsid w:val="189B4942"/>
    <w:rsid w:val="1950640C"/>
    <w:rsid w:val="19566367"/>
    <w:rsid w:val="199F64F8"/>
    <w:rsid w:val="19FC3C9E"/>
    <w:rsid w:val="1A097E13"/>
    <w:rsid w:val="1A7443BF"/>
    <w:rsid w:val="1A9D4494"/>
    <w:rsid w:val="1AA44D0E"/>
    <w:rsid w:val="1ACF3B05"/>
    <w:rsid w:val="1B5C6393"/>
    <w:rsid w:val="1B9A49E8"/>
    <w:rsid w:val="1C096443"/>
    <w:rsid w:val="1C321128"/>
    <w:rsid w:val="1CF73815"/>
    <w:rsid w:val="1D1E4A14"/>
    <w:rsid w:val="1EAA64CE"/>
    <w:rsid w:val="1EB861F9"/>
    <w:rsid w:val="1EFF5F15"/>
    <w:rsid w:val="1F000018"/>
    <w:rsid w:val="1F0608E0"/>
    <w:rsid w:val="1F332538"/>
    <w:rsid w:val="1F7972F4"/>
    <w:rsid w:val="1F817B30"/>
    <w:rsid w:val="2026521A"/>
    <w:rsid w:val="203E17A9"/>
    <w:rsid w:val="21385997"/>
    <w:rsid w:val="21584AA6"/>
    <w:rsid w:val="218152E6"/>
    <w:rsid w:val="21A12745"/>
    <w:rsid w:val="22182723"/>
    <w:rsid w:val="22334AD0"/>
    <w:rsid w:val="226E5426"/>
    <w:rsid w:val="22E57882"/>
    <w:rsid w:val="22FD4123"/>
    <w:rsid w:val="233F1C90"/>
    <w:rsid w:val="2361746E"/>
    <w:rsid w:val="236F35E3"/>
    <w:rsid w:val="23E12205"/>
    <w:rsid w:val="23FC5C09"/>
    <w:rsid w:val="244E193E"/>
    <w:rsid w:val="24C73A41"/>
    <w:rsid w:val="253B2BB4"/>
    <w:rsid w:val="254A3C74"/>
    <w:rsid w:val="2550169C"/>
    <w:rsid w:val="25F735F9"/>
    <w:rsid w:val="2612077A"/>
    <w:rsid w:val="262A4C71"/>
    <w:rsid w:val="263A0C4E"/>
    <w:rsid w:val="264D5CFB"/>
    <w:rsid w:val="267D6AC5"/>
    <w:rsid w:val="268E7932"/>
    <w:rsid w:val="269758FD"/>
    <w:rsid w:val="269C4BCF"/>
    <w:rsid w:val="26B147B8"/>
    <w:rsid w:val="26B734A8"/>
    <w:rsid w:val="26DD5050"/>
    <w:rsid w:val="27285875"/>
    <w:rsid w:val="277B7E81"/>
    <w:rsid w:val="27B24DCB"/>
    <w:rsid w:val="289171E1"/>
    <w:rsid w:val="28AE7F87"/>
    <w:rsid w:val="28E27ECA"/>
    <w:rsid w:val="28EC6C14"/>
    <w:rsid w:val="29251C4C"/>
    <w:rsid w:val="293E7411"/>
    <w:rsid w:val="297D552F"/>
    <w:rsid w:val="29B904D5"/>
    <w:rsid w:val="2A096B14"/>
    <w:rsid w:val="2A890968"/>
    <w:rsid w:val="2AEB392E"/>
    <w:rsid w:val="2B4459B0"/>
    <w:rsid w:val="2B6D59DE"/>
    <w:rsid w:val="2B8C5EE0"/>
    <w:rsid w:val="2C0358B8"/>
    <w:rsid w:val="2C283315"/>
    <w:rsid w:val="2C291A21"/>
    <w:rsid w:val="2C7160FB"/>
    <w:rsid w:val="2C7768C8"/>
    <w:rsid w:val="2CFA4BF1"/>
    <w:rsid w:val="2DC5164D"/>
    <w:rsid w:val="2DD944CF"/>
    <w:rsid w:val="2E017AC7"/>
    <w:rsid w:val="2E2F3E6C"/>
    <w:rsid w:val="2E681864"/>
    <w:rsid w:val="2ECB69F7"/>
    <w:rsid w:val="2F0A2400"/>
    <w:rsid w:val="2F7C6F29"/>
    <w:rsid w:val="2FC054C5"/>
    <w:rsid w:val="30536D05"/>
    <w:rsid w:val="305C7368"/>
    <w:rsid w:val="306F771A"/>
    <w:rsid w:val="30C5586E"/>
    <w:rsid w:val="30D27487"/>
    <w:rsid w:val="30EF7BC3"/>
    <w:rsid w:val="3136253B"/>
    <w:rsid w:val="321967DE"/>
    <w:rsid w:val="326A1181"/>
    <w:rsid w:val="333D5A4A"/>
    <w:rsid w:val="33904947"/>
    <w:rsid w:val="340F388A"/>
    <w:rsid w:val="34977783"/>
    <w:rsid w:val="34E147C0"/>
    <w:rsid w:val="34F12E28"/>
    <w:rsid w:val="34FB1B24"/>
    <w:rsid w:val="35243FBA"/>
    <w:rsid w:val="356B7A12"/>
    <w:rsid w:val="35EE4BDA"/>
    <w:rsid w:val="35F640B3"/>
    <w:rsid w:val="36166ED4"/>
    <w:rsid w:val="361E1A4B"/>
    <w:rsid w:val="366972C3"/>
    <w:rsid w:val="369C5DE4"/>
    <w:rsid w:val="36D02445"/>
    <w:rsid w:val="371F17EF"/>
    <w:rsid w:val="37723981"/>
    <w:rsid w:val="379226EE"/>
    <w:rsid w:val="38154610"/>
    <w:rsid w:val="382B2CF5"/>
    <w:rsid w:val="38377F28"/>
    <w:rsid w:val="387B6555"/>
    <w:rsid w:val="38842507"/>
    <w:rsid w:val="38AF2489"/>
    <w:rsid w:val="38DE791E"/>
    <w:rsid w:val="38E13987"/>
    <w:rsid w:val="38F75FC4"/>
    <w:rsid w:val="39237006"/>
    <w:rsid w:val="392700DE"/>
    <w:rsid w:val="39842625"/>
    <w:rsid w:val="39A71BA7"/>
    <w:rsid w:val="3A04667E"/>
    <w:rsid w:val="3AE8056F"/>
    <w:rsid w:val="3B8A1CF5"/>
    <w:rsid w:val="3C061D89"/>
    <w:rsid w:val="3C386262"/>
    <w:rsid w:val="3CB0730D"/>
    <w:rsid w:val="3DEE2762"/>
    <w:rsid w:val="3E067AAC"/>
    <w:rsid w:val="3E3D2DA2"/>
    <w:rsid w:val="3EA13981"/>
    <w:rsid w:val="3EA7485F"/>
    <w:rsid w:val="3F2C17F4"/>
    <w:rsid w:val="3F516B05"/>
    <w:rsid w:val="3F8F3D0E"/>
    <w:rsid w:val="3FD414E4"/>
    <w:rsid w:val="3FF86E7E"/>
    <w:rsid w:val="408D777A"/>
    <w:rsid w:val="409561B2"/>
    <w:rsid w:val="40EB2F89"/>
    <w:rsid w:val="40F627EA"/>
    <w:rsid w:val="4125649B"/>
    <w:rsid w:val="41430C01"/>
    <w:rsid w:val="41EC385D"/>
    <w:rsid w:val="42897F62"/>
    <w:rsid w:val="42D566F8"/>
    <w:rsid w:val="432E0671"/>
    <w:rsid w:val="43657023"/>
    <w:rsid w:val="440378C9"/>
    <w:rsid w:val="44367DE0"/>
    <w:rsid w:val="444D218B"/>
    <w:rsid w:val="44557290"/>
    <w:rsid w:val="447652F1"/>
    <w:rsid w:val="449026F3"/>
    <w:rsid w:val="44BC5979"/>
    <w:rsid w:val="450F3AD8"/>
    <w:rsid w:val="45143BB7"/>
    <w:rsid w:val="4546778E"/>
    <w:rsid w:val="458539AC"/>
    <w:rsid w:val="46444824"/>
    <w:rsid w:val="46566690"/>
    <w:rsid w:val="469B17C8"/>
    <w:rsid w:val="475266BA"/>
    <w:rsid w:val="47A3011A"/>
    <w:rsid w:val="47A4471F"/>
    <w:rsid w:val="47AA3D14"/>
    <w:rsid w:val="48220007"/>
    <w:rsid w:val="487D1441"/>
    <w:rsid w:val="48C67A02"/>
    <w:rsid w:val="48F32267"/>
    <w:rsid w:val="4925303F"/>
    <w:rsid w:val="494B25E1"/>
    <w:rsid w:val="49B303BC"/>
    <w:rsid w:val="49F05B03"/>
    <w:rsid w:val="4A7C23F8"/>
    <w:rsid w:val="4AB10875"/>
    <w:rsid w:val="4AD81973"/>
    <w:rsid w:val="4B4516E2"/>
    <w:rsid w:val="4B4726ED"/>
    <w:rsid w:val="4B4A7FF1"/>
    <w:rsid w:val="4B852E7F"/>
    <w:rsid w:val="4BAE319B"/>
    <w:rsid w:val="4C840600"/>
    <w:rsid w:val="4D096D9D"/>
    <w:rsid w:val="4D555EAC"/>
    <w:rsid w:val="4EFB4CDF"/>
    <w:rsid w:val="4FB352CB"/>
    <w:rsid w:val="4FB47D93"/>
    <w:rsid w:val="4FB960F9"/>
    <w:rsid w:val="50912E8C"/>
    <w:rsid w:val="511A6660"/>
    <w:rsid w:val="51361FFF"/>
    <w:rsid w:val="514C5974"/>
    <w:rsid w:val="518032E4"/>
    <w:rsid w:val="519A012F"/>
    <w:rsid w:val="519E4D68"/>
    <w:rsid w:val="51BC185E"/>
    <w:rsid w:val="520445C8"/>
    <w:rsid w:val="52943481"/>
    <w:rsid w:val="52B84589"/>
    <w:rsid w:val="530D1115"/>
    <w:rsid w:val="53776C25"/>
    <w:rsid w:val="53B26FA3"/>
    <w:rsid w:val="53FC6476"/>
    <w:rsid w:val="5415414D"/>
    <w:rsid w:val="5439319E"/>
    <w:rsid w:val="54A96FDB"/>
    <w:rsid w:val="55103E24"/>
    <w:rsid w:val="55813F0B"/>
    <w:rsid w:val="55891CAB"/>
    <w:rsid w:val="559353CB"/>
    <w:rsid w:val="560F228B"/>
    <w:rsid w:val="562E2D0B"/>
    <w:rsid w:val="56826A76"/>
    <w:rsid w:val="571E36F3"/>
    <w:rsid w:val="57365337"/>
    <w:rsid w:val="58206519"/>
    <w:rsid w:val="58F5214E"/>
    <w:rsid w:val="5A002FFB"/>
    <w:rsid w:val="5A623082"/>
    <w:rsid w:val="5CDA38D3"/>
    <w:rsid w:val="5D6E6CE3"/>
    <w:rsid w:val="5E464D98"/>
    <w:rsid w:val="5E647364"/>
    <w:rsid w:val="5F49114F"/>
    <w:rsid w:val="5F85487D"/>
    <w:rsid w:val="5FD55B57"/>
    <w:rsid w:val="5FEB26A0"/>
    <w:rsid w:val="603A5556"/>
    <w:rsid w:val="60531EE8"/>
    <w:rsid w:val="60861D95"/>
    <w:rsid w:val="60894743"/>
    <w:rsid w:val="60C86D7E"/>
    <w:rsid w:val="613D296D"/>
    <w:rsid w:val="6142738B"/>
    <w:rsid w:val="61B30B7C"/>
    <w:rsid w:val="61FE17F4"/>
    <w:rsid w:val="6211739B"/>
    <w:rsid w:val="62C61154"/>
    <w:rsid w:val="62DF2AD3"/>
    <w:rsid w:val="62E54618"/>
    <w:rsid w:val="637C4A0C"/>
    <w:rsid w:val="63E35968"/>
    <w:rsid w:val="63EA0AFD"/>
    <w:rsid w:val="640A7B85"/>
    <w:rsid w:val="64875DEE"/>
    <w:rsid w:val="64A019D9"/>
    <w:rsid w:val="64C35DB3"/>
    <w:rsid w:val="653129A6"/>
    <w:rsid w:val="65680F91"/>
    <w:rsid w:val="657F0E18"/>
    <w:rsid w:val="65866A5B"/>
    <w:rsid w:val="658B628E"/>
    <w:rsid w:val="6704605D"/>
    <w:rsid w:val="671202CC"/>
    <w:rsid w:val="672F2DC5"/>
    <w:rsid w:val="67634F73"/>
    <w:rsid w:val="676A3B0E"/>
    <w:rsid w:val="67723CFA"/>
    <w:rsid w:val="67744A0E"/>
    <w:rsid w:val="679738FA"/>
    <w:rsid w:val="68A45460"/>
    <w:rsid w:val="68B82586"/>
    <w:rsid w:val="699A26BE"/>
    <w:rsid w:val="6A1F663A"/>
    <w:rsid w:val="6A971D87"/>
    <w:rsid w:val="6B07083C"/>
    <w:rsid w:val="6B1A6388"/>
    <w:rsid w:val="6B237ED7"/>
    <w:rsid w:val="6B301415"/>
    <w:rsid w:val="6B892E50"/>
    <w:rsid w:val="6BE76BBA"/>
    <w:rsid w:val="6C0E5BFA"/>
    <w:rsid w:val="6C550589"/>
    <w:rsid w:val="6C95159E"/>
    <w:rsid w:val="6CC31E96"/>
    <w:rsid w:val="6CFC6E68"/>
    <w:rsid w:val="6D4E5A4C"/>
    <w:rsid w:val="6D557EB6"/>
    <w:rsid w:val="6D5C0AE3"/>
    <w:rsid w:val="6E4F2B88"/>
    <w:rsid w:val="6E6500E8"/>
    <w:rsid w:val="6E705F7B"/>
    <w:rsid w:val="6F0D1E7C"/>
    <w:rsid w:val="6F5B7F6E"/>
    <w:rsid w:val="6FF45107"/>
    <w:rsid w:val="6FF627C8"/>
    <w:rsid w:val="70497EDC"/>
    <w:rsid w:val="704C5410"/>
    <w:rsid w:val="707A3604"/>
    <w:rsid w:val="712420A3"/>
    <w:rsid w:val="71C823A7"/>
    <w:rsid w:val="71DD09A2"/>
    <w:rsid w:val="724C4D86"/>
    <w:rsid w:val="724F2AC9"/>
    <w:rsid w:val="724F5530"/>
    <w:rsid w:val="72C10038"/>
    <w:rsid w:val="72D668BF"/>
    <w:rsid w:val="73174159"/>
    <w:rsid w:val="737252DF"/>
    <w:rsid w:val="73892EFC"/>
    <w:rsid w:val="73E06ABC"/>
    <w:rsid w:val="74536C5C"/>
    <w:rsid w:val="749052C7"/>
    <w:rsid w:val="7496518D"/>
    <w:rsid w:val="74C50E20"/>
    <w:rsid w:val="762878B8"/>
    <w:rsid w:val="762A0303"/>
    <w:rsid w:val="763E2FE3"/>
    <w:rsid w:val="7686202A"/>
    <w:rsid w:val="77875C37"/>
    <w:rsid w:val="7814765C"/>
    <w:rsid w:val="78BC6236"/>
    <w:rsid w:val="78DA588A"/>
    <w:rsid w:val="79256331"/>
    <w:rsid w:val="79B2011F"/>
    <w:rsid w:val="79DC0B0A"/>
    <w:rsid w:val="7A1547E8"/>
    <w:rsid w:val="7A1A640C"/>
    <w:rsid w:val="7A75662D"/>
    <w:rsid w:val="7A88301C"/>
    <w:rsid w:val="7ACB4CB6"/>
    <w:rsid w:val="7ADF64C8"/>
    <w:rsid w:val="7AF629EA"/>
    <w:rsid w:val="7B5E7787"/>
    <w:rsid w:val="7BE22DE8"/>
    <w:rsid w:val="7BE2792C"/>
    <w:rsid w:val="7C093ACB"/>
    <w:rsid w:val="7C306717"/>
    <w:rsid w:val="7C340668"/>
    <w:rsid w:val="7CE07A7D"/>
    <w:rsid w:val="7E990C37"/>
    <w:rsid w:val="7F7678E7"/>
    <w:rsid w:val="7F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5">
    <w:name w:val="Body Text Inden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6">
    <w:name w:val="Balloon Text"/>
    <w:basedOn w:val="1"/>
    <w:link w:val="20"/>
    <w:semiHidden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styleId="10">
    <w:name w:val="Body Text First Indent 2"/>
    <w:basedOn w:val="5"/>
    <w:qFormat/>
    <w:uiPriority w:val="0"/>
    <w:pPr>
      <w:ind w:left="200" w:firstLine="200" w:firstLineChars="200"/>
    </w:pPr>
    <w:rPr>
      <w:rFonts w:ascii="Verdana" w:hAnsi="Verdana"/>
      <w:szCs w:val="24"/>
      <w:lang w:eastAsia="en-US"/>
    </w:rPr>
  </w:style>
  <w:style w:type="character" w:styleId="13">
    <w:name w:val="Strong"/>
    <w:basedOn w:val="12"/>
    <w:qFormat/>
    <w:uiPriority w:val="0"/>
    <w:rPr>
      <w:b/>
      <w:sz w:val="24"/>
      <w:szCs w:val="24"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Emphasis"/>
    <w:basedOn w:val="12"/>
    <w:qFormat/>
    <w:uiPriority w:val="0"/>
    <w:rPr>
      <w:color w:val="CC0000"/>
    </w:rPr>
  </w:style>
  <w:style w:type="character" w:styleId="16">
    <w:name w:val="Hyperlink"/>
    <w:basedOn w:val="12"/>
    <w:qFormat/>
    <w:uiPriority w:val="0"/>
    <w:rPr>
      <w:color w:val="333333"/>
      <w:u w:val="none"/>
    </w:rPr>
  </w:style>
  <w:style w:type="character" w:styleId="17">
    <w:name w:val="HTML Cite"/>
    <w:basedOn w:val="12"/>
    <w:qFormat/>
    <w:uiPriority w:val="0"/>
    <w:rPr>
      <w:color w:val="008000"/>
    </w:rPr>
  </w:style>
  <w:style w:type="character" w:customStyle="1" w:styleId="18">
    <w:name w:val="页脚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19">
    <w:name w:val="页眉 Char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2"/>
    <w:link w:val="6"/>
    <w:semiHidden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1">
    <w:name w:val="纯文本1"/>
    <w:basedOn w:val="22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22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&#24180;&#32467;&#31639;&#24448;&#26469;\&#20851;&#20110;&#20116;&#25351;&#23665;&#26657;&#21306;&#35199;&#33489;&#23398;&#29983;&#23487;&#33293;&#21450;&#21335;&#33489;&#36920;&#22827;&#27004;&#21355;&#29983;&#38388;&#65288;&#21270;&#31914;&#27744;&#65289;&#25913;&#36896;&#24037;&#31243;&#30340;&#24773;&#20917;&#35828;&#2612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关于五指山校区西苑学生宿舍及南苑逸夫楼卫生间（化粪池）改造工程的情况说明</Template>
  <Company>吉阳区</Company>
  <Pages>1</Pages>
  <Words>1813</Words>
  <Characters>1904</Characters>
  <Lines>4</Lines>
  <Paragraphs>1</Paragraphs>
  <TotalTime>1</TotalTime>
  <ScaleCrop>false</ScaleCrop>
  <LinksUpToDate>false</LinksUpToDate>
  <CharactersWithSpaces>1952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2021-03-30T00:36:00Z</dcterms:created>
  <dc:creator>Administrator</dc:creator>
  <cp:lastModifiedBy>Lenovo</cp:lastModifiedBy>
  <cp:lastPrinted>2023-11-02T07:10:00Z</cp:lastPrinted>
  <dcterms:modified xsi:type="dcterms:W3CDTF">2024-09-10T00:53:27Z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41FAC1F2E83347D8927DE338ED6AA83B</vt:lpwstr>
  </property>
</Properties>
</file>